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217" w:rsidRPr="00AC6E26" w:rsidRDefault="00FC1217" w:rsidP="00C50D72">
      <w:pPr>
        <w:rPr>
          <w:rFonts w:ascii="Arial" w:hAnsi="Arial" w:cs="Arial"/>
          <w:b/>
          <w:spacing w:val="20"/>
          <w:sz w:val="4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9.35pt;margin-top:-2.5pt;width:58.25pt;height:1in;z-index:251658240">
            <v:imagedata r:id="rId5" o:title=""/>
          </v:shape>
        </w:pict>
      </w:r>
    </w:p>
    <w:p w:rsidR="00FC1217" w:rsidRPr="00AC6E26" w:rsidRDefault="00FC1217" w:rsidP="00C50D72">
      <w:pPr>
        <w:rPr>
          <w:rFonts w:ascii="Arial" w:hAnsi="Arial" w:cs="Arial"/>
          <w:b/>
          <w:spacing w:val="20"/>
          <w:sz w:val="40"/>
          <w:lang w:val="en-US"/>
        </w:rPr>
      </w:pPr>
    </w:p>
    <w:p w:rsidR="00FC1217" w:rsidRPr="00AC6E26" w:rsidRDefault="00FC1217" w:rsidP="00844B82">
      <w:pPr>
        <w:rPr>
          <w:rFonts w:ascii="Arial" w:hAnsi="Arial" w:cs="Arial"/>
          <w:b/>
          <w:spacing w:val="20"/>
          <w:sz w:val="40"/>
        </w:rPr>
      </w:pPr>
    </w:p>
    <w:p w:rsidR="00FC1217" w:rsidRPr="00AC6E26" w:rsidRDefault="00FC1217" w:rsidP="00A82850">
      <w:pPr>
        <w:jc w:val="center"/>
        <w:rPr>
          <w:rFonts w:ascii="Arial" w:hAnsi="Arial" w:cs="Arial"/>
          <w:spacing w:val="20"/>
          <w:sz w:val="36"/>
          <w:szCs w:val="36"/>
        </w:rPr>
      </w:pPr>
      <w:r w:rsidRPr="00AC6E26"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FC1217" w:rsidRPr="00AC6E26" w:rsidRDefault="00FC1217" w:rsidP="00A82850">
      <w:pPr>
        <w:pStyle w:val="Heading1"/>
        <w:rPr>
          <w:rFonts w:ascii="Arial" w:hAnsi="Arial" w:cs="Arial"/>
          <w:sz w:val="36"/>
          <w:szCs w:val="36"/>
        </w:rPr>
      </w:pPr>
      <w:r w:rsidRPr="00AC6E26"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FC1217" w:rsidRPr="00AC6E26" w:rsidRDefault="00FC1217" w:rsidP="00A82850">
      <w:pPr>
        <w:pStyle w:val="Heading1"/>
        <w:rPr>
          <w:rFonts w:ascii="Arial" w:hAnsi="Arial" w:cs="Arial"/>
          <w:sz w:val="32"/>
          <w:szCs w:val="32"/>
        </w:rPr>
      </w:pPr>
      <w:r w:rsidRPr="00AC6E26">
        <w:rPr>
          <w:rFonts w:ascii="Arial" w:hAnsi="Arial" w:cs="Arial"/>
          <w:sz w:val="32"/>
          <w:szCs w:val="32"/>
        </w:rPr>
        <w:t>Московской области</w:t>
      </w:r>
    </w:p>
    <w:p w:rsidR="00FC1217" w:rsidRPr="00AC6E26" w:rsidRDefault="00FC1217" w:rsidP="00A82850">
      <w:pPr>
        <w:jc w:val="center"/>
        <w:rPr>
          <w:rFonts w:ascii="Arial" w:hAnsi="Arial" w:cs="Arial"/>
        </w:rPr>
      </w:pPr>
    </w:p>
    <w:p w:rsidR="00FC1217" w:rsidRPr="00AC6E26" w:rsidRDefault="00FC1217" w:rsidP="00A82850">
      <w:pPr>
        <w:rPr>
          <w:rFonts w:ascii="Arial" w:hAnsi="Arial" w:cs="Arial"/>
        </w:rPr>
      </w:pPr>
    </w:p>
    <w:p w:rsidR="00FC1217" w:rsidRPr="00AC6E26" w:rsidRDefault="00FC1217" w:rsidP="00A82850">
      <w:pPr>
        <w:jc w:val="center"/>
        <w:rPr>
          <w:rFonts w:ascii="Arial" w:hAnsi="Arial" w:cs="Arial"/>
        </w:rPr>
      </w:pPr>
    </w:p>
    <w:p w:rsidR="00FC1217" w:rsidRPr="00AC6E26" w:rsidRDefault="00FC1217" w:rsidP="00A82850">
      <w:pPr>
        <w:jc w:val="center"/>
        <w:rPr>
          <w:rFonts w:ascii="Arial" w:hAnsi="Arial" w:cs="Arial"/>
        </w:rPr>
      </w:pPr>
      <w:r w:rsidRPr="00AC6E26">
        <w:rPr>
          <w:rFonts w:ascii="Arial" w:hAnsi="Arial" w:cs="Arial"/>
          <w:b/>
          <w:spacing w:val="20"/>
          <w:sz w:val="40"/>
        </w:rPr>
        <w:t>ПОСТАНОВЛЕНИЕ</w:t>
      </w:r>
    </w:p>
    <w:p w:rsidR="00FC1217" w:rsidRPr="00AC6E26" w:rsidRDefault="00FC1217" w:rsidP="00A82850">
      <w:pPr>
        <w:jc w:val="center"/>
        <w:rPr>
          <w:rFonts w:ascii="Arial" w:hAnsi="Arial" w:cs="Arial"/>
          <w:sz w:val="16"/>
        </w:rPr>
      </w:pPr>
    </w:p>
    <w:p w:rsidR="00FC1217" w:rsidRPr="00AC6E26" w:rsidRDefault="00FC1217" w:rsidP="00A82850">
      <w:pPr>
        <w:jc w:val="center"/>
        <w:rPr>
          <w:rFonts w:ascii="Arial" w:hAnsi="Arial" w:cs="Arial"/>
          <w:sz w:val="22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737"/>
        <w:gridCol w:w="1533"/>
        <w:gridCol w:w="397"/>
        <w:gridCol w:w="1418"/>
      </w:tblGrid>
      <w:tr w:rsidR="00FC1217" w:rsidRPr="00AC6E26" w:rsidTr="00132E49">
        <w:trPr>
          <w:jc w:val="center"/>
        </w:trPr>
        <w:tc>
          <w:tcPr>
            <w:tcW w:w="737" w:type="dxa"/>
            <w:tcBorders>
              <w:bottom w:val="single" w:sz="6" w:space="0" w:color="auto"/>
            </w:tcBorders>
          </w:tcPr>
          <w:p w:rsidR="00FC1217" w:rsidRPr="00AC6E26" w:rsidRDefault="00FC1217" w:rsidP="00A82850">
            <w:pPr>
              <w:jc w:val="center"/>
              <w:rPr>
                <w:rFonts w:ascii="Arial" w:hAnsi="Arial" w:cs="Arial"/>
                <w:sz w:val="22"/>
              </w:rPr>
            </w:pPr>
            <w:r w:rsidRPr="00AC6E26">
              <w:rPr>
                <w:rFonts w:ascii="Arial" w:hAnsi="Arial" w:cs="Arial"/>
                <w:sz w:val="22"/>
              </w:rPr>
              <w:t>от</w:t>
            </w:r>
          </w:p>
        </w:tc>
        <w:tc>
          <w:tcPr>
            <w:tcW w:w="1533" w:type="dxa"/>
            <w:tcBorders>
              <w:bottom w:val="single" w:sz="6" w:space="0" w:color="auto"/>
            </w:tcBorders>
          </w:tcPr>
          <w:p w:rsidR="00FC1217" w:rsidRPr="00AC6E26" w:rsidRDefault="00FC1217" w:rsidP="00A8285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97" w:type="dxa"/>
          </w:tcPr>
          <w:p w:rsidR="00FC1217" w:rsidRPr="00AC6E26" w:rsidRDefault="00FC1217" w:rsidP="00A82850">
            <w:pPr>
              <w:jc w:val="center"/>
              <w:rPr>
                <w:rFonts w:ascii="Arial" w:hAnsi="Arial" w:cs="Arial"/>
                <w:sz w:val="22"/>
              </w:rPr>
            </w:pPr>
            <w:r w:rsidRPr="00AC6E26">
              <w:rPr>
                <w:rFonts w:ascii="Arial" w:hAnsi="Arial" w:cs="Arial"/>
                <w:sz w:val="22"/>
              </w:rPr>
              <w:t>№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FC1217" w:rsidRPr="00AC6E26" w:rsidRDefault="00FC1217" w:rsidP="00A82850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FC1217" w:rsidRPr="00AC6E26" w:rsidRDefault="00FC1217" w:rsidP="00A82850">
      <w:pPr>
        <w:rPr>
          <w:rFonts w:ascii="Arial" w:hAnsi="Arial" w:cs="Arial"/>
          <w:b/>
        </w:rPr>
      </w:pPr>
    </w:p>
    <w:p w:rsidR="00FC1217" w:rsidRPr="00AC6E26" w:rsidRDefault="00FC1217" w:rsidP="003F7C45">
      <w:pPr>
        <w:jc w:val="center"/>
        <w:rPr>
          <w:rFonts w:ascii="Arial" w:hAnsi="Arial" w:cs="Arial"/>
          <w:b/>
        </w:rPr>
      </w:pPr>
    </w:p>
    <w:p w:rsidR="00FC1217" w:rsidRPr="00AC6E26" w:rsidRDefault="00FC1217" w:rsidP="003F7C45">
      <w:pPr>
        <w:tabs>
          <w:tab w:val="num" w:pos="1134"/>
          <w:tab w:val="left" w:pos="2552"/>
        </w:tabs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AC6E26">
        <w:rPr>
          <w:rFonts w:ascii="Arial" w:hAnsi="Arial" w:cs="Arial"/>
          <w:b/>
          <w:sz w:val="24"/>
          <w:szCs w:val="24"/>
        </w:rPr>
        <w:t>О внесении изменени</w:t>
      </w:r>
      <w:r>
        <w:rPr>
          <w:rFonts w:ascii="Arial" w:hAnsi="Arial" w:cs="Arial"/>
          <w:b/>
          <w:sz w:val="24"/>
          <w:szCs w:val="24"/>
        </w:rPr>
        <w:t>й</w:t>
      </w:r>
      <w:r w:rsidRPr="00AC6E26">
        <w:rPr>
          <w:rFonts w:ascii="Arial" w:hAnsi="Arial" w:cs="Arial"/>
          <w:b/>
          <w:sz w:val="24"/>
          <w:szCs w:val="24"/>
        </w:rPr>
        <w:t xml:space="preserve"> в Положение об оплате труда работников муниципального бюджетного учреждения Пушкинского муниципального района Московской области «Пушкинский аварийно-спасательный отряд»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DF66A6">
        <w:rPr>
          <w:rFonts w:ascii="Arial" w:hAnsi="Arial" w:cs="Arial"/>
          <w:b/>
          <w:sz w:val="24"/>
          <w:szCs w:val="24"/>
        </w:rPr>
        <w:t>утвержденное постановлением администрации Пушкинского муниципального района от 28.11.2013 № 4041</w:t>
      </w:r>
      <w:r>
        <w:rPr>
          <w:rFonts w:ascii="Arial" w:hAnsi="Arial" w:cs="Arial"/>
          <w:sz w:val="24"/>
          <w:szCs w:val="24"/>
        </w:rPr>
        <w:t xml:space="preserve"> </w:t>
      </w:r>
      <w:r w:rsidRPr="00AC6E26">
        <w:rPr>
          <w:rFonts w:ascii="Arial" w:hAnsi="Arial" w:cs="Arial"/>
          <w:b/>
          <w:sz w:val="24"/>
          <w:szCs w:val="24"/>
        </w:rPr>
        <w:t xml:space="preserve"> </w:t>
      </w:r>
    </w:p>
    <w:p w:rsidR="00FC1217" w:rsidRDefault="00FC1217" w:rsidP="003E5AE9">
      <w:pPr>
        <w:tabs>
          <w:tab w:val="num" w:pos="1134"/>
          <w:tab w:val="left" w:pos="2552"/>
        </w:tabs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C6E26">
        <w:rPr>
          <w:rFonts w:ascii="Arial" w:hAnsi="Arial" w:cs="Arial"/>
          <w:sz w:val="24"/>
          <w:szCs w:val="24"/>
        </w:rPr>
        <w:t xml:space="preserve">В соответствии с </w:t>
      </w:r>
      <w:r>
        <w:rPr>
          <w:rFonts w:ascii="Arial" w:hAnsi="Arial" w:cs="Arial"/>
          <w:sz w:val="24"/>
          <w:szCs w:val="24"/>
        </w:rPr>
        <w:t xml:space="preserve">Гражданским кодексом Российской Федерации, Трудовым кодексом Российской Федерации, </w:t>
      </w:r>
      <w:r w:rsidRPr="00AC6E26">
        <w:rPr>
          <w:rFonts w:ascii="Arial" w:hAnsi="Arial" w:cs="Arial"/>
          <w:sz w:val="24"/>
          <w:szCs w:val="24"/>
        </w:rPr>
        <w:t xml:space="preserve">Федеральным Законом от 06.10.2003 №131-ФЗ </w:t>
      </w:r>
      <w:r>
        <w:rPr>
          <w:rFonts w:ascii="Arial" w:hAnsi="Arial" w:cs="Arial"/>
          <w:sz w:val="24"/>
          <w:szCs w:val="24"/>
        </w:rPr>
        <w:t xml:space="preserve">                </w:t>
      </w:r>
      <w:r w:rsidRPr="00AC6E26">
        <w:rPr>
          <w:rFonts w:ascii="Arial" w:hAnsi="Arial" w:cs="Arial"/>
          <w:sz w:val="24"/>
          <w:szCs w:val="24"/>
        </w:rPr>
        <w:t>«Об общих принципах организации местного самоуправления в Российской Федерации», Феде</w:t>
      </w:r>
      <w:r>
        <w:rPr>
          <w:rFonts w:ascii="Arial" w:hAnsi="Arial" w:cs="Arial"/>
          <w:sz w:val="24"/>
          <w:szCs w:val="24"/>
        </w:rPr>
        <w:t xml:space="preserve">ральным Законом от 12.01.1996 </w:t>
      </w:r>
      <w:r w:rsidRPr="00AC6E26">
        <w:rPr>
          <w:rFonts w:ascii="Arial" w:hAnsi="Arial" w:cs="Arial"/>
          <w:sz w:val="24"/>
          <w:szCs w:val="24"/>
        </w:rPr>
        <w:t>№</w:t>
      </w:r>
      <w:r>
        <w:rPr>
          <w:rFonts w:ascii="Arial" w:hAnsi="Arial" w:cs="Arial"/>
          <w:sz w:val="24"/>
          <w:szCs w:val="24"/>
        </w:rPr>
        <w:t>7</w:t>
      </w:r>
      <w:r w:rsidRPr="00AC6E26">
        <w:rPr>
          <w:rFonts w:ascii="Arial" w:hAnsi="Arial" w:cs="Arial"/>
          <w:sz w:val="24"/>
          <w:szCs w:val="24"/>
        </w:rPr>
        <w:t xml:space="preserve">-ФЗ «О </w:t>
      </w:r>
      <w:r>
        <w:rPr>
          <w:rFonts w:ascii="Arial" w:hAnsi="Arial" w:cs="Arial"/>
          <w:sz w:val="24"/>
          <w:szCs w:val="24"/>
        </w:rPr>
        <w:t xml:space="preserve">некоммерческих организациях», Законом Московской области №216/2018-ОЗ «О бюджете Московской области на 2019 год и плановый период 2020 и 2021 годов», решением Совета депутатов Пушкинского муниципального района Московской области от 20.12.2017 №380/53 «О внесении изменений в решение Совета депутатов Пушкинского муниципального района Московской области от 25.04.2018 №440/59 «О бюджете Пушкинского муниципального района Московской области на 2018 год и на плановый период 2019 и 2020 годов»,  </w:t>
      </w:r>
      <w:r w:rsidRPr="00AC6E26">
        <w:rPr>
          <w:rFonts w:ascii="Arial" w:hAnsi="Arial" w:cs="Arial"/>
          <w:sz w:val="24"/>
          <w:szCs w:val="24"/>
        </w:rPr>
        <w:t>решением Совета депутатов Пушкинского муниципального района</w:t>
      </w:r>
      <w:r>
        <w:rPr>
          <w:rFonts w:ascii="Arial" w:hAnsi="Arial" w:cs="Arial"/>
          <w:sz w:val="24"/>
          <w:szCs w:val="24"/>
        </w:rPr>
        <w:t xml:space="preserve"> Московской области</w:t>
      </w:r>
      <w:r w:rsidRPr="00AC6E26">
        <w:rPr>
          <w:rFonts w:ascii="Arial" w:hAnsi="Arial" w:cs="Arial"/>
          <w:sz w:val="24"/>
          <w:szCs w:val="24"/>
        </w:rPr>
        <w:t xml:space="preserve"> от 06.06.2007  №479/56 «Об оплате труда работников муниципальных учреждений Пушкинского муниципального района» и</w:t>
      </w:r>
      <w:r>
        <w:rPr>
          <w:rFonts w:ascii="Arial" w:hAnsi="Arial" w:cs="Arial"/>
          <w:sz w:val="24"/>
          <w:szCs w:val="24"/>
        </w:rPr>
        <w:t xml:space="preserve"> руководствуясь Уставом муниципального образования «Пушкинский муниципальный район Московской области»</w:t>
      </w:r>
    </w:p>
    <w:p w:rsidR="00FC1217" w:rsidRPr="00AC6E26" w:rsidRDefault="00FC1217" w:rsidP="009B4C59">
      <w:pPr>
        <w:tabs>
          <w:tab w:val="num" w:pos="1134"/>
          <w:tab w:val="left" w:pos="2552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FC1217" w:rsidRPr="00AC6E26" w:rsidRDefault="00FC1217" w:rsidP="005F171F">
      <w:pPr>
        <w:tabs>
          <w:tab w:val="num" w:pos="1134"/>
          <w:tab w:val="left" w:pos="2552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C6E26">
        <w:rPr>
          <w:rFonts w:ascii="Arial" w:hAnsi="Arial" w:cs="Arial"/>
          <w:b/>
          <w:sz w:val="24"/>
          <w:szCs w:val="24"/>
        </w:rPr>
        <w:t>ПОСТАНОВЛЯЮ:</w:t>
      </w:r>
    </w:p>
    <w:p w:rsidR="00FC1217" w:rsidRPr="00DF66A6" w:rsidRDefault="00FC1217" w:rsidP="00863CE3">
      <w:pPr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F66A6">
        <w:rPr>
          <w:rFonts w:ascii="Arial" w:hAnsi="Arial" w:cs="Arial"/>
          <w:sz w:val="24"/>
          <w:szCs w:val="24"/>
        </w:rPr>
        <w:t>Внести в Положение об оплате труда работников муниципального бюджетного учреждения Пушкинского муниципального района Московской области «Пушкинск</w:t>
      </w:r>
      <w:r>
        <w:rPr>
          <w:rFonts w:ascii="Arial" w:hAnsi="Arial" w:cs="Arial"/>
          <w:sz w:val="24"/>
          <w:szCs w:val="24"/>
        </w:rPr>
        <w:t>ий аварийно-спасательный отряд» (далее – Положение),</w:t>
      </w:r>
      <w:r w:rsidRPr="00DF66A6">
        <w:rPr>
          <w:rFonts w:ascii="Arial" w:hAnsi="Arial" w:cs="Arial"/>
          <w:sz w:val="24"/>
          <w:szCs w:val="24"/>
        </w:rPr>
        <w:t xml:space="preserve"> утвержденное постановлением администрации Пушкинского муниципального района от 28.11.2013 №4041(с изменениями от 14.10.2014 №2595, от 02.04.2015 №613, от 05.09.2016 №2514</w:t>
      </w:r>
      <w:r>
        <w:rPr>
          <w:rFonts w:ascii="Arial" w:hAnsi="Arial" w:cs="Arial"/>
          <w:sz w:val="24"/>
          <w:szCs w:val="24"/>
        </w:rPr>
        <w:t>, от 28.07.2017 №1804, от 05.10.017 №2355</w:t>
      </w:r>
      <w:r w:rsidRPr="00DF66A6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следующи</w:t>
      </w:r>
      <w:r w:rsidRPr="00DF66A6">
        <w:rPr>
          <w:rFonts w:ascii="Arial" w:hAnsi="Arial" w:cs="Arial"/>
          <w:sz w:val="24"/>
          <w:szCs w:val="24"/>
        </w:rPr>
        <w:t>е изменени</w:t>
      </w:r>
      <w:r>
        <w:rPr>
          <w:rFonts w:ascii="Arial" w:hAnsi="Arial" w:cs="Arial"/>
          <w:sz w:val="24"/>
          <w:szCs w:val="24"/>
        </w:rPr>
        <w:t>я</w:t>
      </w:r>
      <w:r w:rsidRPr="00DF66A6">
        <w:rPr>
          <w:rFonts w:ascii="Arial" w:hAnsi="Arial" w:cs="Arial"/>
          <w:sz w:val="24"/>
          <w:szCs w:val="24"/>
        </w:rPr>
        <w:t xml:space="preserve">: </w:t>
      </w:r>
    </w:p>
    <w:p w:rsidR="00FC1217" w:rsidRDefault="00FC1217" w:rsidP="00780412">
      <w:pPr>
        <w:pStyle w:val="ConsPlusNormal"/>
        <w:numPr>
          <w:ilvl w:val="1"/>
          <w:numId w:val="15"/>
        </w:numPr>
        <w:tabs>
          <w:tab w:val="left" w:pos="993"/>
        </w:tabs>
        <w:spacing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Приложение №1</w:t>
      </w:r>
      <w:r w:rsidRPr="00DF66A6">
        <w:rPr>
          <w:rFonts w:ascii="Arial" w:hAnsi="Arial" w:cs="Arial"/>
          <w:sz w:val="24"/>
          <w:szCs w:val="24"/>
        </w:rPr>
        <w:t xml:space="preserve"> к Положению читать в редакции Прилож</w:t>
      </w:r>
      <w:r>
        <w:rPr>
          <w:rFonts w:ascii="Arial" w:hAnsi="Arial" w:cs="Arial"/>
          <w:sz w:val="24"/>
          <w:szCs w:val="24"/>
        </w:rPr>
        <w:t>ения №1 к настоящему постановлению.</w:t>
      </w:r>
    </w:p>
    <w:p w:rsidR="00FC1217" w:rsidRPr="00554EDC" w:rsidRDefault="00FC1217" w:rsidP="00554EDC">
      <w:pPr>
        <w:pStyle w:val="ConsPlusNormal"/>
        <w:numPr>
          <w:ilvl w:val="1"/>
          <w:numId w:val="15"/>
        </w:numPr>
        <w:tabs>
          <w:tab w:val="left" w:pos="993"/>
        </w:tabs>
        <w:spacing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№2</w:t>
      </w:r>
      <w:r w:rsidRPr="00DF66A6">
        <w:rPr>
          <w:rFonts w:ascii="Arial" w:hAnsi="Arial" w:cs="Arial"/>
          <w:sz w:val="24"/>
          <w:szCs w:val="24"/>
        </w:rPr>
        <w:t xml:space="preserve"> к Положению читать в редакции Прилож</w:t>
      </w:r>
      <w:r>
        <w:rPr>
          <w:rFonts w:ascii="Arial" w:hAnsi="Arial" w:cs="Arial"/>
          <w:sz w:val="24"/>
          <w:szCs w:val="24"/>
        </w:rPr>
        <w:t>ения №2 к настоящему постановлению.</w:t>
      </w:r>
    </w:p>
    <w:p w:rsidR="00FC1217" w:rsidRDefault="00FC1217" w:rsidP="00863CE3">
      <w:pPr>
        <w:tabs>
          <w:tab w:val="left" w:pos="2552"/>
        </w:tabs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63CE3">
        <w:rPr>
          <w:rFonts w:ascii="Arial" w:hAnsi="Arial" w:cs="Arial"/>
          <w:sz w:val="24"/>
          <w:szCs w:val="24"/>
        </w:rPr>
        <w:t>2. Настоящее постановление</w:t>
      </w:r>
      <w:r w:rsidRPr="00AC6E26">
        <w:rPr>
          <w:rFonts w:ascii="Arial" w:hAnsi="Arial" w:cs="Arial"/>
          <w:sz w:val="24"/>
          <w:szCs w:val="24"/>
        </w:rPr>
        <w:t xml:space="preserve"> вступает в силу с момента подписания и применяется </w:t>
      </w:r>
      <w:r>
        <w:rPr>
          <w:rFonts w:ascii="Arial" w:hAnsi="Arial" w:cs="Arial"/>
          <w:sz w:val="24"/>
          <w:szCs w:val="24"/>
        </w:rPr>
        <w:t>на правоотношения, возникшие с 1 января 2019 года.</w:t>
      </w:r>
    </w:p>
    <w:p w:rsidR="00FC1217" w:rsidRDefault="00FC1217" w:rsidP="00294808">
      <w:pPr>
        <w:tabs>
          <w:tab w:val="left" w:pos="2552"/>
        </w:tabs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AC6E26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МКУ Пушкинского муниципального района Московской области «Сервис - Центр» разместить настоящее постановление на официальном сайте администрации Пушкинского муниципального района.</w:t>
      </w:r>
    </w:p>
    <w:p w:rsidR="00FC1217" w:rsidRPr="00AC6E26" w:rsidRDefault="00FC1217" w:rsidP="002C07ED">
      <w:pPr>
        <w:tabs>
          <w:tab w:val="num" w:pos="1134"/>
          <w:tab w:val="left" w:pos="2552"/>
        </w:tabs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Pr="00DF66A6">
        <w:rPr>
          <w:rFonts w:ascii="Arial" w:hAnsi="Arial" w:cs="Arial"/>
          <w:sz w:val="24"/>
          <w:szCs w:val="24"/>
        </w:rPr>
        <w:t>. Контроль за исполнением настоящего</w:t>
      </w:r>
      <w:r w:rsidRPr="00AC6E26">
        <w:rPr>
          <w:rFonts w:ascii="Arial" w:hAnsi="Arial" w:cs="Arial"/>
          <w:sz w:val="24"/>
          <w:szCs w:val="24"/>
        </w:rPr>
        <w:t xml:space="preserve"> постановления </w:t>
      </w:r>
      <w:r>
        <w:rPr>
          <w:rFonts w:ascii="Arial" w:hAnsi="Arial" w:cs="Arial"/>
          <w:sz w:val="24"/>
          <w:szCs w:val="24"/>
        </w:rPr>
        <w:t>возложить на заместителя Главы администрации Пушкинского муниципального района А.У. Гагиева.</w:t>
      </w:r>
    </w:p>
    <w:p w:rsidR="00FC1217" w:rsidRDefault="00FC1217" w:rsidP="005E1DD7">
      <w:pPr>
        <w:tabs>
          <w:tab w:val="num" w:pos="1134"/>
          <w:tab w:val="left" w:pos="2552"/>
        </w:tabs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C1217" w:rsidRPr="00AC6E26" w:rsidRDefault="00FC1217" w:rsidP="005E1DD7">
      <w:pPr>
        <w:tabs>
          <w:tab w:val="num" w:pos="1134"/>
          <w:tab w:val="left" w:pos="2552"/>
        </w:tabs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C1217" w:rsidRPr="00AC6E26" w:rsidRDefault="00FC1217" w:rsidP="00E426A0">
      <w:pPr>
        <w:tabs>
          <w:tab w:val="num" w:pos="1134"/>
          <w:tab w:val="left" w:pos="2552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Глава Пушкинского муниципального района                                     С.М. Грибинюченко                                                                        </w:t>
      </w:r>
    </w:p>
    <w:p w:rsidR="00FC1217" w:rsidRDefault="00FC1217" w:rsidP="009B4C59">
      <w:pPr>
        <w:tabs>
          <w:tab w:val="num" w:pos="1134"/>
          <w:tab w:val="left" w:pos="2552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FC1217" w:rsidRDefault="00FC1217" w:rsidP="009B4C59">
      <w:pPr>
        <w:tabs>
          <w:tab w:val="num" w:pos="1134"/>
          <w:tab w:val="left" w:pos="2552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FC1217" w:rsidRDefault="00FC1217" w:rsidP="009B4C59">
      <w:pPr>
        <w:tabs>
          <w:tab w:val="num" w:pos="1134"/>
          <w:tab w:val="left" w:pos="2552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FC1217" w:rsidRDefault="00FC1217" w:rsidP="009B4C59">
      <w:pPr>
        <w:tabs>
          <w:tab w:val="num" w:pos="1134"/>
          <w:tab w:val="left" w:pos="2552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FC1217" w:rsidRDefault="00FC1217" w:rsidP="009B4C59">
      <w:pPr>
        <w:tabs>
          <w:tab w:val="num" w:pos="1134"/>
          <w:tab w:val="left" w:pos="2552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FC1217" w:rsidRDefault="00FC1217" w:rsidP="009B4C59">
      <w:pPr>
        <w:tabs>
          <w:tab w:val="num" w:pos="1134"/>
          <w:tab w:val="left" w:pos="2552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FC1217" w:rsidRDefault="00FC1217" w:rsidP="009B4C59">
      <w:pPr>
        <w:tabs>
          <w:tab w:val="num" w:pos="1134"/>
          <w:tab w:val="left" w:pos="2552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FC1217" w:rsidRDefault="00FC1217" w:rsidP="009B4C59">
      <w:pPr>
        <w:tabs>
          <w:tab w:val="num" w:pos="1134"/>
          <w:tab w:val="left" w:pos="2552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FC1217" w:rsidRDefault="00FC1217" w:rsidP="009B4C59">
      <w:pPr>
        <w:tabs>
          <w:tab w:val="num" w:pos="1134"/>
          <w:tab w:val="left" w:pos="2552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FC1217" w:rsidRDefault="00FC1217" w:rsidP="009B4C59">
      <w:pPr>
        <w:tabs>
          <w:tab w:val="num" w:pos="1134"/>
          <w:tab w:val="left" w:pos="2552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FC1217" w:rsidRDefault="00FC1217" w:rsidP="009B4C59">
      <w:pPr>
        <w:tabs>
          <w:tab w:val="num" w:pos="1134"/>
          <w:tab w:val="left" w:pos="2552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FC1217" w:rsidRDefault="00FC1217" w:rsidP="009B4C59">
      <w:pPr>
        <w:tabs>
          <w:tab w:val="num" w:pos="1134"/>
          <w:tab w:val="left" w:pos="2552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FC1217" w:rsidRDefault="00FC1217" w:rsidP="009B4C59">
      <w:pPr>
        <w:tabs>
          <w:tab w:val="num" w:pos="1134"/>
          <w:tab w:val="left" w:pos="2552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FC1217" w:rsidRDefault="00FC1217" w:rsidP="009B4C59">
      <w:pPr>
        <w:tabs>
          <w:tab w:val="num" w:pos="1134"/>
          <w:tab w:val="left" w:pos="2552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FC1217" w:rsidRDefault="00FC1217" w:rsidP="009B4C59">
      <w:pPr>
        <w:tabs>
          <w:tab w:val="num" w:pos="1134"/>
          <w:tab w:val="left" w:pos="2552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FC1217" w:rsidRDefault="00FC1217" w:rsidP="009B4C59">
      <w:pPr>
        <w:tabs>
          <w:tab w:val="num" w:pos="1134"/>
          <w:tab w:val="left" w:pos="2552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FC1217" w:rsidRDefault="00FC1217" w:rsidP="009B4C59">
      <w:pPr>
        <w:tabs>
          <w:tab w:val="num" w:pos="1134"/>
          <w:tab w:val="left" w:pos="2552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FC1217" w:rsidSect="00AC6E26">
      <w:pgSz w:w="11906" w:h="16838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22ABD"/>
    <w:multiLevelType w:val="hybridMultilevel"/>
    <w:tmpl w:val="4E9297D4"/>
    <w:lvl w:ilvl="0" w:tplc="BEF8C00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D634534"/>
    <w:multiLevelType w:val="hybridMultilevel"/>
    <w:tmpl w:val="260631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9868DE"/>
    <w:multiLevelType w:val="hybridMultilevel"/>
    <w:tmpl w:val="91BC85E0"/>
    <w:lvl w:ilvl="0" w:tplc="0419000F">
      <w:start w:val="1"/>
      <w:numFmt w:val="decimal"/>
      <w:lvlText w:val="%1."/>
      <w:lvlJc w:val="left"/>
      <w:pPr>
        <w:tabs>
          <w:tab w:val="num" w:pos="2052"/>
        </w:tabs>
        <w:ind w:left="205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492"/>
        </w:tabs>
        <w:ind w:left="34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12"/>
        </w:tabs>
        <w:ind w:left="42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652"/>
        </w:tabs>
        <w:ind w:left="56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372"/>
        </w:tabs>
        <w:ind w:left="63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092"/>
        </w:tabs>
        <w:ind w:left="70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12"/>
        </w:tabs>
        <w:ind w:left="7812" w:hanging="180"/>
      </w:pPr>
      <w:rPr>
        <w:rFonts w:cs="Times New Roman"/>
      </w:rPr>
    </w:lvl>
  </w:abstractNum>
  <w:abstractNum w:abstractNumId="3">
    <w:nsid w:val="23110472"/>
    <w:multiLevelType w:val="hybridMultilevel"/>
    <w:tmpl w:val="4E4AD1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81C018A"/>
    <w:multiLevelType w:val="hybridMultilevel"/>
    <w:tmpl w:val="4D9CE9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6C7C22"/>
    <w:multiLevelType w:val="hybridMultilevel"/>
    <w:tmpl w:val="0FBC1C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8362432"/>
    <w:multiLevelType w:val="hybridMultilevel"/>
    <w:tmpl w:val="6F7AF9D8"/>
    <w:lvl w:ilvl="0" w:tplc="75EE9B22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1" w:tplc="D7FC5C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A9ACC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42A8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9C086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89AC1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5FA19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D98D0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EA830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39E54F4E"/>
    <w:multiLevelType w:val="hybridMultilevel"/>
    <w:tmpl w:val="58BCAF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AD53FBF"/>
    <w:multiLevelType w:val="hybridMultilevel"/>
    <w:tmpl w:val="A790C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B9F0A4F"/>
    <w:multiLevelType w:val="multilevel"/>
    <w:tmpl w:val="FC641682"/>
    <w:lvl w:ilvl="0">
      <w:start w:val="1"/>
      <w:numFmt w:val="decimal"/>
      <w:lvlText w:val="%1."/>
      <w:lvlJc w:val="left"/>
      <w:pPr>
        <w:ind w:left="1050" w:hanging="10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17" w:hanging="10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84" w:hanging="10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0">
    <w:nsid w:val="3D40728B"/>
    <w:multiLevelType w:val="hybridMultilevel"/>
    <w:tmpl w:val="FD6EFC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9FC578E"/>
    <w:multiLevelType w:val="hybridMultilevel"/>
    <w:tmpl w:val="58CAAA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A423E3C"/>
    <w:multiLevelType w:val="hybridMultilevel"/>
    <w:tmpl w:val="9DF41B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F56506A"/>
    <w:multiLevelType w:val="hybridMultilevel"/>
    <w:tmpl w:val="5B30AE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F815F2F"/>
    <w:multiLevelType w:val="hybridMultilevel"/>
    <w:tmpl w:val="71149F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8"/>
  </w:num>
  <w:num w:numId="3">
    <w:abstractNumId w:val="5"/>
  </w:num>
  <w:num w:numId="4">
    <w:abstractNumId w:val="12"/>
  </w:num>
  <w:num w:numId="5">
    <w:abstractNumId w:val="1"/>
  </w:num>
  <w:num w:numId="6">
    <w:abstractNumId w:val="2"/>
  </w:num>
  <w:num w:numId="7">
    <w:abstractNumId w:val="6"/>
  </w:num>
  <w:num w:numId="8">
    <w:abstractNumId w:val="7"/>
  </w:num>
  <w:num w:numId="9">
    <w:abstractNumId w:val="4"/>
  </w:num>
  <w:num w:numId="10">
    <w:abstractNumId w:val="10"/>
  </w:num>
  <w:num w:numId="11">
    <w:abstractNumId w:val="3"/>
  </w:num>
  <w:num w:numId="12">
    <w:abstractNumId w:val="11"/>
  </w:num>
  <w:num w:numId="13">
    <w:abstractNumId w:val="14"/>
  </w:num>
  <w:num w:numId="14">
    <w:abstractNumId w:val="0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4F74"/>
    <w:rsid w:val="00006A8E"/>
    <w:rsid w:val="0001096B"/>
    <w:rsid w:val="00030F96"/>
    <w:rsid w:val="0003239B"/>
    <w:rsid w:val="000334EB"/>
    <w:rsid w:val="00033B8F"/>
    <w:rsid w:val="00036B9D"/>
    <w:rsid w:val="00042614"/>
    <w:rsid w:val="0006213C"/>
    <w:rsid w:val="00072C0A"/>
    <w:rsid w:val="0009133E"/>
    <w:rsid w:val="000C141F"/>
    <w:rsid w:val="000C58E0"/>
    <w:rsid w:val="000D453C"/>
    <w:rsid w:val="000F7A4D"/>
    <w:rsid w:val="00102834"/>
    <w:rsid w:val="00104DC4"/>
    <w:rsid w:val="001144F7"/>
    <w:rsid w:val="00132E49"/>
    <w:rsid w:val="001363AD"/>
    <w:rsid w:val="00146410"/>
    <w:rsid w:val="00160045"/>
    <w:rsid w:val="00173504"/>
    <w:rsid w:val="00181DBC"/>
    <w:rsid w:val="00185427"/>
    <w:rsid w:val="001B24D7"/>
    <w:rsid w:val="001B753F"/>
    <w:rsid w:val="001B784A"/>
    <w:rsid w:val="001D1C44"/>
    <w:rsid w:val="002045D0"/>
    <w:rsid w:val="00234AF8"/>
    <w:rsid w:val="0024682A"/>
    <w:rsid w:val="00251203"/>
    <w:rsid w:val="002537A0"/>
    <w:rsid w:val="002616EA"/>
    <w:rsid w:val="0026184E"/>
    <w:rsid w:val="00263FA5"/>
    <w:rsid w:val="00283957"/>
    <w:rsid w:val="00291CBF"/>
    <w:rsid w:val="00294808"/>
    <w:rsid w:val="002A101A"/>
    <w:rsid w:val="002A14E9"/>
    <w:rsid w:val="002A49C7"/>
    <w:rsid w:val="002A6533"/>
    <w:rsid w:val="002B527F"/>
    <w:rsid w:val="002C07ED"/>
    <w:rsid w:val="002C6756"/>
    <w:rsid w:val="002C7883"/>
    <w:rsid w:val="002D2E57"/>
    <w:rsid w:val="002F7D8F"/>
    <w:rsid w:val="00303B5B"/>
    <w:rsid w:val="003135D0"/>
    <w:rsid w:val="003151E0"/>
    <w:rsid w:val="00330339"/>
    <w:rsid w:val="00354317"/>
    <w:rsid w:val="0036144F"/>
    <w:rsid w:val="00394A72"/>
    <w:rsid w:val="00395C97"/>
    <w:rsid w:val="00397BAB"/>
    <w:rsid w:val="003A16F9"/>
    <w:rsid w:val="003B5241"/>
    <w:rsid w:val="003C48C9"/>
    <w:rsid w:val="003C6A6A"/>
    <w:rsid w:val="003D51A1"/>
    <w:rsid w:val="003E5AE9"/>
    <w:rsid w:val="003F1BDE"/>
    <w:rsid w:val="003F2B6F"/>
    <w:rsid w:val="003F7C45"/>
    <w:rsid w:val="00430DC3"/>
    <w:rsid w:val="00464328"/>
    <w:rsid w:val="00470A30"/>
    <w:rsid w:val="0049156D"/>
    <w:rsid w:val="004957EE"/>
    <w:rsid w:val="004B7354"/>
    <w:rsid w:val="004D2B40"/>
    <w:rsid w:val="004D770B"/>
    <w:rsid w:val="004D7C4E"/>
    <w:rsid w:val="004E32FF"/>
    <w:rsid w:val="004F010A"/>
    <w:rsid w:val="004F519D"/>
    <w:rsid w:val="00507793"/>
    <w:rsid w:val="00511A33"/>
    <w:rsid w:val="0051477F"/>
    <w:rsid w:val="005204D1"/>
    <w:rsid w:val="00530282"/>
    <w:rsid w:val="00545CC9"/>
    <w:rsid w:val="00553D64"/>
    <w:rsid w:val="00554EDC"/>
    <w:rsid w:val="00564971"/>
    <w:rsid w:val="00574D93"/>
    <w:rsid w:val="00581875"/>
    <w:rsid w:val="00596C21"/>
    <w:rsid w:val="005D53AA"/>
    <w:rsid w:val="005D57FB"/>
    <w:rsid w:val="005E1DD7"/>
    <w:rsid w:val="005E1F46"/>
    <w:rsid w:val="005E47C4"/>
    <w:rsid w:val="005F04D0"/>
    <w:rsid w:val="005F171F"/>
    <w:rsid w:val="006127F5"/>
    <w:rsid w:val="00617D05"/>
    <w:rsid w:val="006256E4"/>
    <w:rsid w:val="006356B8"/>
    <w:rsid w:val="00651287"/>
    <w:rsid w:val="006650BB"/>
    <w:rsid w:val="006719ED"/>
    <w:rsid w:val="00674BEB"/>
    <w:rsid w:val="00695EBC"/>
    <w:rsid w:val="006A6FE5"/>
    <w:rsid w:val="006C4A2F"/>
    <w:rsid w:val="006C54E0"/>
    <w:rsid w:val="006C5824"/>
    <w:rsid w:val="006D081B"/>
    <w:rsid w:val="006D200C"/>
    <w:rsid w:val="006D50CD"/>
    <w:rsid w:val="006D56DA"/>
    <w:rsid w:val="006F52F6"/>
    <w:rsid w:val="00705350"/>
    <w:rsid w:val="007073B5"/>
    <w:rsid w:val="007073BA"/>
    <w:rsid w:val="0071664A"/>
    <w:rsid w:val="007250F6"/>
    <w:rsid w:val="00753B34"/>
    <w:rsid w:val="00756E5C"/>
    <w:rsid w:val="00767C15"/>
    <w:rsid w:val="00772779"/>
    <w:rsid w:val="00772C76"/>
    <w:rsid w:val="00780412"/>
    <w:rsid w:val="00785114"/>
    <w:rsid w:val="007863D4"/>
    <w:rsid w:val="00787452"/>
    <w:rsid w:val="007A3057"/>
    <w:rsid w:val="007D2CC9"/>
    <w:rsid w:val="007F7098"/>
    <w:rsid w:val="008145D6"/>
    <w:rsid w:val="0082544E"/>
    <w:rsid w:val="00844B82"/>
    <w:rsid w:val="0084573E"/>
    <w:rsid w:val="0084789A"/>
    <w:rsid w:val="008612CD"/>
    <w:rsid w:val="00863CE3"/>
    <w:rsid w:val="008725BD"/>
    <w:rsid w:val="00884068"/>
    <w:rsid w:val="008B4E3A"/>
    <w:rsid w:val="008B6FA3"/>
    <w:rsid w:val="008D57DB"/>
    <w:rsid w:val="008D7045"/>
    <w:rsid w:val="00924B3F"/>
    <w:rsid w:val="00924D21"/>
    <w:rsid w:val="00925D08"/>
    <w:rsid w:val="00937461"/>
    <w:rsid w:val="009468BB"/>
    <w:rsid w:val="00947E9F"/>
    <w:rsid w:val="00950D6B"/>
    <w:rsid w:val="009556F5"/>
    <w:rsid w:val="009621B3"/>
    <w:rsid w:val="0099458C"/>
    <w:rsid w:val="009A6D38"/>
    <w:rsid w:val="009B34DF"/>
    <w:rsid w:val="009B4C59"/>
    <w:rsid w:val="009E55D5"/>
    <w:rsid w:val="009F74E0"/>
    <w:rsid w:val="00A008FD"/>
    <w:rsid w:val="00A0117E"/>
    <w:rsid w:val="00A07D35"/>
    <w:rsid w:val="00A13689"/>
    <w:rsid w:val="00A17FF8"/>
    <w:rsid w:val="00A314B6"/>
    <w:rsid w:val="00A339B8"/>
    <w:rsid w:val="00A3675B"/>
    <w:rsid w:val="00A45E1E"/>
    <w:rsid w:val="00A465A6"/>
    <w:rsid w:val="00A50CF3"/>
    <w:rsid w:val="00A52D49"/>
    <w:rsid w:val="00A64771"/>
    <w:rsid w:val="00A82850"/>
    <w:rsid w:val="00A902B7"/>
    <w:rsid w:val="00A91138"/>
    <w:rsid w:val="00AA08FB"/>
    <w:rsid w:val="00AC33E9"/>
    <w:rsid w:val="00AC6E26"/>
    <w:rsid w:val="00AD7EB4"/>
    <w:rsid w:val="00AF2330"/>
    <w:rsid w:val="00AF59D2"/>
    <w:rsid w:val="00AF6346"/>
    <w:rsid w:val="00B11F04"/>
    <w:rsid w:val="00B14D6C"/>
    <w:rsid w:val="00B3474B"/>
    <w:rsid w:val="00B7127E"/>
    <w:rsid w:val="00B74CFE"/>
    <w:rsid w:val="00B8193C"/>
    <w:rsid w:val="00B866B5"/>
    <w:rsid w:val="00BB1D9E"/>
    <w:rsid w:val="00BB271A"/>
    <w:rsid w:val="00BB278A"/>
    <w:rsid w:val="00BD44F3"/>
    <w:rsid w:val="00C02212"/>
    <w:rsid w:val="00C0458D"/>
    <w:rsid w:val="00C1090E"/>
    <w:rsid w:val="00C50D72"/>
    <w:rsid w:val="00C53F62"/>
    <w:rsid w:val="00C60615"/>
    <w:rsid w:val="00C61FE1"/>
    <w:rsid w:val="00C74F74"/>
    <w:rsid w:val="00C75024"/>
    <w:rsid w:val="00CA0BE0"/>
    <w:rsid w:val="00CA0EBB"/>
    <w:rsid w:val="00CA4070"/>
    <w:rsid w:val="00CA422C"/>
    <w:rsid w:val="00CC169E"/>
    <w:rsid w:val="00CC1B2A"/>
    <w:rsid w:val="00CD529B"/>
    <w:rsid w:val="00D17766"/>
    <w:rsid w:val="00D33141"/>
    <w:rsid w:val="00D355D4"/>
    <w:rsid w:val="00D6049B"/>
    <w:rsid w:val="00D70F9C"/>
    <w:rsid w:val="00D730FE"/>
    <w:rsid w:val="00D77950"/>
    <w:rsid w:val="00D91943"/>
    <w:rsid w:val="00DA444B"/>
    <w:rsid w:val="00DB1BE1"/>
    <w:rsid w:val="00DD7373"/>
    <w:rsid w:val="00DE0847"/>
    <w:rsid w:val="00DE5663"/>
    <w:rsid w:val="00DE7462"/>
    <w:rsid w:val="00DF66A6"/>
    <w:rsid w:val="00E10728"/>
    <w:rsid w:val="00E143E8"/>
    <w:rsid w:val="00E160B3"/>
    <w:rsid w:val="00E20435"/>
    <w:rsid w:val="00E333E3"/>
    <w:rsid w:val="00E34A13"/>
    <w:rsid w:val="00E426A0"/>
    <w:rsid w:val="00E46CE7"/>
    <w:rsid w:val="00E46E59"/>
    <w:rsid w:val="00E51F56"/>
    <w:rsid w:val="00E6224A"/>
    <w:rsid w:val="00E721FE"/>
    <w:rsid w:val="00E9163F"/>
    <w:rsid w:val="00E9483A"/>
    <w:rsid w:val="00E9693C"/>
    <w:rsid w:val="00E976AB"/>
    <w:rsid w:val="00EA66FC"/>
    <w:rsid w:val="00EB0F5D"/>
    <w:rsid w:val="00EB3BFC"/>
    <w:rsid w:val="00EB454A"/>
    <w:rsid w:val="00EC40A5"/>
    <w:rsid w:val="00ED0A86"/>
    <w:rsid w:val="00ED6B3A"/>
    <w:rsid w:val="00EE2893"/>
    <w:rsid w:val="00EF5159"/>
    <w:rsid w:val="00F14E3A"/>
    <w:rsid w:val="00F61AEF"/>
    <w:rsid w:val="00F61B0E"/>
    <w:rsid w:val="00F6333A"/>
    <w:rsid w:val="00F70054"/>
    <w:rsid w:val="00F7108B"/>
    <w:rsid w:val="00F754F0"/>
    <w:rsid w:val="00F858C4"/>
    <w:rsid w:val="00F91502"/>
    <w:rsid w:val="00FA4BE2"/>
    <w:rsid w:val="00FA68EF"/>
    <w:rsid w:val="00FB2C5B"/>
    <w:rsid w:val="00FB7B1A"/>
    <w:rsid w:val="00FC1217"/>
    <w:rsid w:val="00FF5E25"/>
    <w:rsid w:val="00FF7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4DF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B34DF"/>
    <w:pPr>
      <w:keepNext/>
      <w:jc w:val="center"/>
      <w:outlineLvl w:val="0"/>
    </w:pPr>
    <w:rPr>
      <w:spacing w:val="-18"/>
      <w:sz w:val="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49E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9B34DF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C49E2"/>
    <w:rPr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C02212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C49E2"/>
    <w:rPr>
      <w:sz w:val="0"/>
      <w:szCs w:val="0"/>
    </w:rPr>
  </w:style>
  <w:style w:type="paragraph" w:styleId="BalloonText">
    <w:name w:val="Balloon Text"/>
    <w:basedOn w:val="Normal"/>
    <w:link w:val="BalloonTextChar"/>
    <w:uiPriority w:val="99"/>
    <w:semiHidden/>
    <w:rsid w:val="00B866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9E2"/>
    <w:rPr>
      <w:sz w:val="0"/>
      <w:szCs w:val="0"/>
    </w:rPr>
  </w:style>
  <w:style w:type="paragraph" w:customStyle="1" w:styleId="ConsPlusNormal">
    <w:name w:val="ConsPlusNormal"/>
    <w:uiPriority w:val="99"/>
    <w:rsid w:val="00863CE3"/>
    <w:pPr>
      <w:widowControl w:val="0"/>
      <w:autoSpaceDE w:val="0"/>
      <w:autoSpaceDN w:val="0"/>
    </w:pPr>
    <w:rPr>
      <w:rFonts w:ascii="Calibri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406</Words>
  <Characters>2315</Characters>
  <Application>Microsoft Office Outlook</Application>
  <DocSecurity>0</DocSecurity>
  <Lines>0</Lines>
  <Paragraphs>0</Paragraphs>
  <ScaleCrop>false</ScaleCrop>
  <Company>Tik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Admin</dc:creator>
  <cp:keywords/>
  <dc:description>exif_MSED_072ce9fdda484f2a08e50d8cdeed30057d90195f6a4d9eef267c05cd4b05f9fc</dc:description>
  <cp:lastModifiedBy>Вероника</cp:lastModifiedBy>
  <cp:revision>2</cp:revision>
  <cp:lastPrinted>2019-01-18T08:49:00Z</cp:lastPrinted>
  <dcterms:created xsi:type="dcterms:W3CDTF">2019-01-18T12:01:00Z</dcterms:created>
  <dcterms:modified xsi:type="dcterms:W3CDTF">2019-01-18T12:01:00Z</dcterms:modified>
</cp:coreProperties>
</file>